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1E3" w:rsidRPr="00EA6291" w:rsidRDefault="00152A79" w:rsidP="00F82678">
      <w:pPr>
        <w:spacing w:after="0"/>
        <w:jc w:val="center"/>
        <w:rPr>
          <w:b/>
          <w:sz w:val="28"/>
          <w:lang w:val="es-ES"/>
        </w:rPr>
      </w:pPr>
      <w:proofErr w:type="spellStart"/>
      <w:r w:rsidRPr="00EA6291">
        <w:rPr>
          <w:b/>
          <w:sz w:val="28"/>
          <w:lang w:val="es-ES"/>
        </w:rPr>
        <w:t>Healthy</w:t>
      </w:r>
      <w:proofErr w:type="spellEnd"/>
      <w:r w:rsidRPr="00EA6291">
        <w:rPr>
          <w:b/>
          <w:sz w:val="28"/>
          <w:lang w:val="es-ES"/>
        </w:rPr>
        <w:t xml:space="preserve"> </w:t>
      </w:r>
      <w:proofErr w:type="spellStart"/>
      <w:r w:rsidRPr="00EA6291">
        <w:rPr>
          <w:b/>
          <w:sz w:val="28"/>
          <w:lang w:val="es-ES"/>
        </w:rPr>
        <w:t>Lifestyle</w:t>
      </w:r>
      <w:proofErr w:type="spellEnd"/>
    </w:p>
    <w:p w:rsidR="00F82678" w:rsidRPr="00EA6291" w:rsidRDefault="00F82678" w:rsidP="00152A79">
      <w:pPr>
        <w:spacing w:after="0"/>
        <w:rPr>
          <w:b/>
          <w:lang w:val="es-ES"/>
        </w:rPr>
        <w:sectPr w:rsidR="00F82678" w:rsidRPr="00EA6291" w:rsidSect="00152A7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52A79" w:rsidRPr="00EA6291" w:rsidRDefault="00152A79" w:rsidP="00152A79">
      <w:pPr>
        <w:spacing w:after="0"/>
        <w:rPr>
          <w:b/>
          <w:lang w:val="es-ES"/>
        </w:rPr>
      </w:pPr>
      <w:proofErr w:type="spellStart"/>
      <w:r w:rsidRPr="00EA6291">
        <w:rPr>
          <w:b/>
          <w:lang w:val="es-ES"/>
        </w:rPr>
        <w:lastRenderedPageBreak/>
        <w:t>Vocabulary</w:t>
      </w:r>
      <w:proofErr w:type="spellEnd"/>
    </w:p>
    <w:p w:rsidR="00EA6291" w:rsidRDefault="00EA6291" w:rsidP="00152A79">
      <w:pPr>
        <w:spacing w:after="0"/>
        <w:rPr>
          <w:lang w:val="es-ES"/>
        </w:rPr>
      </w:pPr>
      <w:r w:rsidRPr="00EA6291">
        <w:rPr>
          <w:lang w:val="es-ES"/>
        </w:rPr>
        <w:t>¿Cuál es tu rutina diaria?</w:t>
      </w:r>
    </w:p>
    <w:p w:rsidR="00EA6291" w:rsidRDefault="00EA6291" w:rsidP="00152A79">
      <w:pPr>
        <w:spacing w:after="0"/>
        <w:rPr>
          <w:lang w:val="es-ES"/>
        </w:rPr>
      </w:pPr>
      <w:r>
        <w:rPr>
          <w:lang w:val="es-ES"/>
        </w:rPr>
        <w:t>¿Cómo te arreglas?</w:t>
      </w:r>
    </w:p>
    <w:p w:rsidR="00EA6291" w:rsidRPr="00EA6291" w:rsidRDefault="00EA6291" w:rsidP="00152A79">
      <w:pPr>
        <w:spacing w:after="0"/>
        <w:rPr>
          <w:lang w:val="es-ES"/>
        </w:rPr>
      </w:pPr>
      <w:r>
        <w:rPr>
          <w:lang w:val="es-ES"/>
        </w:rPr>
        <w:t>¿Qué necesitas para arreglarte?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 xml:space="preserve"> Acostarse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Afeitarse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Apagar la luz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Arreglarse</w:t>
      </w:r>
    </w:p>
    <w:p w:rsidR="00152A79" w:rsidRDefault="00FD26A3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Bañarse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Cepillarse los dientes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Despertarse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Dormirse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Ducharse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Entrenarse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Lavarse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Levantarse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Maquillarse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Peinarse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Ponerse la ropa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La rutina diaria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Secarse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El cepillo (de dientes)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El champú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La crema de afeitar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El desodorante</w:t>
      </w:r>
    </w:p>
    <w:p w:rsidR="00EA6291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 xml:space="preserve">El jabón 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La pasta de dientes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El peine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El secador de pelo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La toalla</w:t>
      </w:r>
    </w:p>
    <w:p w:rsidR="00152A79" w:rsidRDefault="00152A79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La navaja</w:t>
      </w:r>
    </w:p>
    <w:p w:rsidR="00FD26A3" w:rsidRDefault="00FD26A3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El hilo dental</w:t>
      </w:r>
    </w:p>
    <w:p w:rsidR="00FD26A3" w:rsidRDefault="00FD26A3" w:rsidP="00152A79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El suavizante</w:t>
      </w:r>
    </w:p>
    <w:p w:rsidR="00410A1F" w:rsidRDefault="00410A1F" w:rsidP="000833CB">
      <w:pPr>
        <w:pStyle w:val="ListParagraph"/>
        <w:numPr>
          <w:ilvl w:val="0"/>
          <w:numId w:val="1"/>
        </w:numPr>
        <w:spacing w:after="0"/>
        <w:rPr>
          <w:lang w:val="es-ES_tradnl"/>
        </w:rPr>
      </w:pPr>
      <w:r>
        <w:rPr>
          <w:lang w:val="es-ES_tradnl"/>
        </w:rPr>
        <w:t>Los lentes de contacto</w:t>
      </w:r>
    </w:p>
    <w:p w:rsidR="00CF61EC" w:rsidRPr="00741001" w:rsidRDefault="00410A1F" w:rsidP="00CF61EC">
      <w:pPr>
        <w:pStyle w:val="ListParagraph"/>
        <w:numPr>
          <w:ilvl w:val="0"/>
          <w:numId w:val="1"/>
        </w:numPr>
        <w:spacing w:after="0"/>
        <w:rPr>
          <w:lang w:val="es-ES_tradnl"/>
        </w:rPr>
      </w:pPr>
      <w:r>
        <w:rPr>
          <w:lang w:val="es-ES_tradnl"/>
        </w:rPr>
        <w:t>Los lentes</w:t>
      </w:r>
    </w:p>
    <w:p w:rsidR="00E2759F" w:rsidRDefault="00E2759F" w:rsidP="000833CB">
      <w:pPr>
        <w:spacing w:after="0"/>
        <w:ind w:left="360"/>
        <w:rPr>
          <w:b/>
          <w:lang w:val="es-ES_tradnl"/>
        </w:rPr>
      </w:pPr>
      <w:proofErr w:type="spellStart"/>
      <w:r w:rsidRPr="00CF61EC">
        <w:rPr>
          <w:b/>
          <w:lang w:val="es-ES_tradnl"/>
        </w:rPr>
        <w:t>Fitness</w:t>
      </w:r>
      <w:proofErr w:type="spellEnd"/>
    </w:p>
    <w:p w:rsidR="00EA6291" w:rsidRPr="00EA6291" w:rsidRDefault="00EA6291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¿Qué haces para mantenerte en forma?</w:t>
      </w:r>
    </w:p>
    <w:p w:rsidR="00E2759F" w:rsidRDefault="00E2759F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1.  Levantar pesas</w:t>
      </w:r>
    </w:p>
    <w:p w:rsidR="00E2759F" w:rsidRPr="00EA6291" w:rsidRDefault="00E2759F" w:rsidP="000833CB">
      <w:pPr>
        <w:spacing w:after="0"/>
        <w:ind w:left="360"/>
        <w:rPr>
          <w:i/>
          <w:lang w:val="es-ES_tradnl"/>
        </w:rPr>
      </w:pPr>
      <w:r w:rsidRPr="00EA6291">
        <w:rPr>
          <w:i/>
          <w:lang w:val="es-ES_tradnl"/>
        </w:rPr>
        <w:t>2.  Correr</w:t>
      </w:r>
    </w:p>
    <w:p w:rsidR="00E2759F" w:rsidRPr="00EA6291" w:rsidRDefault="00E2759F" w:rsidP="000833CB">
      <w:pPr>
        <w:spacing w:after="0"/>
        <w:ind w:left="360"/>
        <w:rPr>
          <w:i/>
          <w:lang w:val="es-ES_tradnl"/>
        </w:rPr>
      </w:pPr>
      <w:r w:rsidRPr="00EA6291">
        <w:rPr>
          <w:i/>
          <w:lang w:val="es-ES_tradnl"/>
        </w:rPr>
        <w:t>3.  Montar en bicicleta</w:t>
      </w:r>
    </w:p>
    <w:p w:rsidR="00E2759F" w:rsidRPr="00EA6291" w:rsidRDefault="00E2759F" w:rsidP="000833CB">
      <w:pPr>
        <w:spacing w:after="0"/>
        <w:ind w:left="360"/>
        <w:rPr>
          <w:i/>
          <w:lang w:val="es-ES_tradnl"/>
        </w:rPr>
      </w:pPr>
      <w:r w:rsidRPr="00EA6291">
        <w:rPr>
          <w:i/>
          <w:lang w:val="es-ES_tradnl"/>
        </w:rPr>
        <w:t>4.  Nadar</w:t>
      </w:r>
    </w:p>
    <w:p w:rsidR="00E2759F" w:rsidRPr="00EA6291" w:rsidRDefault="00E2759F" w:rsidP="000833CB">
      <w:pPr>
        <w:spacing w:after="0"/>
        <w:ind w:left="360"/>
        <w:rPr>
          <w:i/>
          <w:lang w:val="es-ES_tradnl"/>
        </w:rPr>
      </w:pPr>
      <w:r w:rsidRPr="00EA6291">
        <w:rPr>
          <w:i/>
          <w:lang w:val="es-ES_tradnl"/>
        </w:rPr>
        <w:t>5.  Practicar deportes</w:t>
      </w:r>
    </w:p>
    <w:p w:rsidR="00E2759F" w:rsidRDefault="00E2759F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 xml:space="preserve">6.  </w:t>
      </w:r>
      <w:r w:rsidR="00EA6291">
        <w:rPr>
          <w:lang w:val="es-ES_tradnl"/>
        </w:rPr>
        <w:t>E</w:t>
      </w:r>
      <w:r>
        <w:rPr>
          <w:lang w:val="es-ES_tradnl"/>
        </w:rPr>
        <w:t>stirar</w:t>
      </w:r>
    </w:p>
    <w:p w:rsidR="00E2759F" w:rsidRDefault="00E2759F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7.  Mantenerse en forma</w:t>
      </w:r>
    </w:p>
    <w:p w:rsidR="00E2759F" w:rsidRDefault="00E2759F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8.  Ponerse en dieta</w:t>
      </w:r>
    </w:p>
    <w:p w:rsidR="00E2759F" w:rsidRDefault="00E2759F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lastRenderedPageBreak/>
        <w:t>9.  Perder peso</w:t>
      </w:r>
    </w:p>
    <w:p w:rsidR="00E2759F" w:rsidRDefault="00E2759F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10.  Ganar peso</w:t>
      </w:r>
    </w:p>
    <w:p w:rsidR="00E2759F" w:rsidRPr="00CF61EC" w:rsidRDefault="00E2759F" w:rsidP="000833CB">
      <w:pPr>
        <w:spacing w:after="0"/>
        <w:ind w:left="360"/>
        <w:rPr>
          <w:lang w:val="es-ES"/>
        </w:rPr>
      </w:pPr>
      <w:r w:rsidRPr="00CF61EC">
        <w:rPr>
          <w:lang w:val="es-ES"/>
        </w:rPr>
        <w:t>11.  Ir al gimnasio</w:t>
      </w:r>
    </w:p>
    <w:p w:rsidR="00E2759F" w:rsidRDefault="00BC294A" w:rsidP="000833CB">
      <w:pPr>
        <w:spacing w:after="0"/>
        <w:rPr>
          <w:b/>
          <w:lang w:val="es-ES"/>
        </w:rPr>
      </w:pPr>
      <w:proofErr w:type="spellStart"/>
      <w:r w:rsidRPr="00CF61EC">
        <w:rPr>
          <w:b/>
          <w:lang w:val="es-ES"/>
        </w:rPr>
        <w:t>H</w:t>
      </w:r>
      <w:r w:rsidR="00E2759F" w:rsidRPr="00CF61EC">
        <w:rPr>
          <w:b/>
          <w:lang w:val="es-ES"/>
        </w:rPr>
        <w:t>ow</w:t>
      </w:r>
      <w:proofErr w:type="spellEnd"/>
      <w:r w:rsidR="00E2759F" w:rsidRPr="00CF61EC">
        <w:rPr>
          <w:b/>
          <w:lang w:val="es-ES"/>
        </w:rPr>
        <w:t xml:space="preserve"> </w:t>
      </w:r>
      <w:proofErr w:type="spellStart"/>
      <w:r w:rsidR="00E2759F" w:rsidRPr="00CF61EC">
        <w:rPr>
          <w:b/>
          <w:lang w:val="es-ES"/>
        </w:rPr>
        <w:t>often</w:t>
      </w:r>
      <w:proofErr w:type="spellEnd"/>
    </w:p>
    <w:p w:rsidR="007B209C" w:rsidRPr="007B209C" w:rsidRDefault="007B209C" w:rsidP="000833CB">
      <w:pPr>
        <w:spacing w:after="0"/>
        <w:rPr>
          <w:lang w:val="es-ES"/>
        </w:rPr>
      </w:pPr>
      <w:r>
        <w:rPr>
          <w:lang w:val="es-ES"/>
        </w:rPr>
        <w:t>¿Con qué frecuencia practicas deportes? haces ejercicio</w:t>
      </w:r>
      <w:proofErr w:type="gramStart"/>
      <w:r>
        <w:rPr>
          <w:lang w:val="es-ES"/>
        </w:rPr>
        <w:t>?</w:t>
      </w:r>
      <w:proofErr w:type="gramEnd"/>
      <w:r>
        <w:rPr>
          <w:lang w:val="es-ES"/>
        </w:rPr>
        <w:t xml:space="preserve"> </w:t>
      </w:r>
    </w:p>
    <w:p w:rsidR="00E2759F" w:rsidRPr="00E2759F" w:rsidRDefault="00E2759F" w:rsidP="000833CB">
      <w:pPr>
        <w:spacing w:after="0"/>
        <w:ind w:left="360"/>
        <w:rPr>
          <w:lang w:val="es-ES_tradnl"/>
        </w:rPr>
      </w:pPr>
      <w:r w:rsidRPr="00E2759F">
        <w:rPr>
          <w:lang w:val="es-ES_tradnl"/>
        </w:rPr>
        <w:t>1.  A veces</w:t>
      </w:r>
    </w:p>
    <w:p w:rsidR="00E2759F" w:rsidRPr="00E2759F" w:rsidRDefault="00E2759F" w:rsidP="000833CB">
      <w:pPr>
        <w:spacing w:after="0"/>
        <w:ind w:left="360"/>
        <w:rPr>
          <w:lang w:val="es-ES_tradnl"/>
        </w:rPr>
      </w:pPr>
      <w:r w:rsidRPr="00E2759F">
        <w:rPr>
          <w:lang w:val="es-ES_tradnl"/>
        </w:rPr>
        <w:t>2.  Frecuentemente</w:t>
      </w:r>
    </w:p>
    <w:p w:rsidR="00E2759F" w:rsidRPr="00E2759F" w:rsidRDefault="00E2759F" w:rsidP="000833CB">
      <w:pPr>
        <w:spacing w:after="0"/>
        <w:ind w:left="360"/>
        <w:rPr>
          <w:lang w:val="es-ES_tradnl"/>
        </w:rPr>
      </w:pPr>
      <w:r w:rsidRPr="00E2759F">
        <w:rPr>
          <w:lang w:val="es-ES_tradnl"/>
        </w:rPr>
        <w:t>3.  Generalmente</w:t>
      </w:r>
    </w:p>
    <w:p w:rsidR="00E2759F" w:rsidRPr="00E2759F" w:rsidRDefault="00E2759F" w:rsidP="000833CB">
      <w:pPr>
        <w:spacing w:after="0"/>
        <w:ind w:left="360"/>
        <w:rPr>
          <w:lang w:val="es-ES_tradnl"/>
        </w:rPr>
      </w:pPr>
      <w:r w:rsidRPr="00E2759F">
        <w:rPr>
          <w:lang w:val="es-ES_tradnl"/>
        </w:rPr>
        <w:t>4.  Normalmente</w:t>
      </w:r>
    </w:p>
    <w:p w:rsidR="00E2759F" w:rsidRDefault="00E2759F" w:rsidP="000833CB">
      <w:pPr>
        <w:spacing w:after="0"/>
        <w:ind w:left="360"/>
        <w:rPr>
          <w:lang w:val="es-ES_tradnl"/>
        </w:rPr>
      </w:pPr>
      <w:r w:rsidRPr="00E2759F">
        <w:rPr>
          <w:lang w:val="es-ES_tradnl"/>
        </w:rPr>
        <w:t>5.  D</w:t>
      </w:r>
      <w:r>
        <w:rPr>
          <w:lang w:val="es-ES_tradnl"/>
        </w:rPr>
        <w:t>iariamente</w:t>
      </w:r>
    </w:p>
    <w:p w:rsidR="00E2759F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6.  Nunca</w:t>
      </w:r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7.  Siempre</w:t>
      </w:r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8.  Raramente</w:t>
      </w:r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9.  Todos los días</w:t>
      </w:r>
    </w:p>
    <w:p w:rsidR="007B209C" w:rsidRDefault="007B209C" w:rsidP="007B209C">
      <w:pPr>
        <w:spacing w:after="0"/>
        <w:rPr>
          <w:lang w:val="es-ES_tradnl"/>
        </w:rPr>
      </w:pPr>
      <w:r>
        <w:rPr>
          <w:lang w:val="es-ES_tradnl"/>
        </w:rPr>
        <w:t>¿Cuál es tu rutina diaria?</w:t>
      </w:r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10.  Primero</w:t>
      </w:r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11.  Después</w:t>
      </w:r>
      <w:bookmarkStart w:id="0" w:name="_GoBack"/>
      <w:bookmarkEnd w:id="0"/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12.  Luego</w:t>
      </w:r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13.  Finalmente</w:t>
      </w:r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14.  Antes</w:t>
      </w:r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15.  De vez en cuando</w:t>
      </w:r>
    </w:p>
    <w:p w:rsidR="00BC294A" w:rsidRDefault="00BC294A" w:rsidP="000833CB">
      <w:pPr>
        <w:spacing w:after="0"/>
        <w:rPr>
          <w:b/>
          <w:lang w:val="es-ES_tradnl"/>
        </w:rPr>
      </w:pPr>
      <w:proofErr w:type="spellStart"/>
      <w:r w:rsidRPr="000833CB">
        <w:rPr>
          <w:b/>
          <w:lang w:val="es-ES_tradnl"/>
        </w:rPr>
        <w:t>Where</w:t>
      </w:r>
      <w:proofErr w:type="spellEnd"/>
    </w:p>
    <w:p w:rsidR="00C14539" w:rsidRDefault="00C14539" w:rsidP="000833CB">
      <w:pPr>
        <w:spacing w:after="0"/>
        <w:rPr>
          <w:lang w:val="es-ES_tradnl"/>
        </w:rPr>
      </w:pPr>
      <w:r>
        <w:rPr>
          <w:lang w:val="es-ES_tradnl"/>
        </w:rPr>
        <w:t>¿Dónde haces ejercicio?</w:t>
      </w:r>
    </w:p>
    <w:p w:rsidR="00A21493" w:rsidRPr="00C14539" w:rsidRDefault="00A21493" w:rsidP="000833CB">
      <w:pPr>
        <w:spacing w:after="0"/>
        <w:rPr>
          <w:lang w:val="es-ES_tradnl"/>
        </w:rPr>
      </w:pPr>
      <w:r>
        <w:rPr>
          <w:lang w:val="es-ES_tradnl"/>
        </w:rPr>
        <w:t>¿Qué hacías para mantenerte en forma cuando eras niño/a?</w:t>
      </w:r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 xml:space="preserve">1.  </w:t>
      </w:r>
      <w:r w:rsidR="00C14539">
        <w:rPr>
          <w:lang w:val="es-ES_tradnl"/>
        </w:rPr>
        <w:t>el g</w:t>
      </w:r>
      <w:r>
        <w:rPr>
          <w:lang w:val="es-ES_tradnl"/>
        </w:rPr>
        <w:t>imnasio</w:t>
      </w:r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 xml:space="preserve">2.  </w:t>
      </w:r>
      <w:r w:rsidR="00C14539">
        <w:rPr>
          <w:lang w:val="es-ES_tradnl"/>
        </w:rPr>
        <w:t>La p</w:t>
      </w:r>
      <w:r>
        <w:rPr>
          <w:lang w:val="es-ES_tradnl"/>
        </w:rPr>
        <w:t>ista</w:t>
      </w:r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 xml:space="preserve">3.  </w:t>
      </w:r>
      <w:r w:rsidR="00C14539">
        <w:rPr>
          <w:lang w:val="es-ES_tradnl"/>
        </w:rPr>
        <w:t>El e</w:t>
      </w:r>
      <w:r>
        <w:rPr>
          <w:lang w:val="es-ES_tradnl"/>
        </w:rPr>
        <w:t>stadio</w:t>
      </w:r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 xml:space="preserve">4.  </w:t>
      </w:r>
      <w:r w:rsidR="00C14539">
        <w:rPr>
          <w:lang w:val="es-ES_tradnl"/>
        </w:rPr>
        <w:t>La c</w:t>
      </w:r>
      <w:r>
        <w:rPr>
          <w:lang w:val="es-ES_tradnl"/>
        </w:rPr>
        <w:t>ancha</w:t>
      </w:r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 xml:space="preserve">5.  </w:t>
      </w:r>
      <w:r w:rsidR="00C14539">
        <w:rPr>
          <w:lang w:val="es-ES_tradnl"/>
        </w:rPr>
        <w:t>El c</w:t>
      </w:r>
      <w:r>
        <w:rPr>
          <w:lang w:val="es-ES_tradnl"/>
        </w:rPr>
        <w:t>ampo</w:t>
      </w:r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 xml:space="preserve">6.  </w:t>
      </w:r>
      <w:r w:rsidR="00C14539">
        <w:rPr>
          <w:lang w:val="es-ES_tradnl"/>
        </w:rPr>
        <w:t>La e</w:t>
      </w:r>
      <w:r>
        <w:rPr>
          <w:lang w:val="es-ES_tradnl"/>
        </w:rPr>
        <w:t>ducación física</w:t>
      </w:r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7.  La piscina</w:t>
      </w:r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 xml:space="preserve">8. </w:t>
      </w:r>
      <w:r w:rsidR="0049012E">
        <w:rPr>
          <w:lang w:val="es-ES_tradnl"/>
        </w:rPr>
        <w:t xml:space="preserve"> El vestuario</w:t>
      </w:r>
    </w:p>
    <w:p w:rsidR="005C16A1" w:rsidRPr="000833CB" w:rsidRDefault="00BC294A" w:rsidP="000833CB">
      <w:pPr>
        <w:spacing w:after="0"/>
        <w:rPr>
          <w:b/>
          <w:lang w:val="es-ES_tradnl"/>
        </w:rPr>
      </w:pPr>
      <w:proofErr w:type="spellStart"/>
      <w:r w:rsidRPr="000833CB">
        <w:rPr>
          <w:b/>
          <w:lang w:val="es-ES_tradnl"/>
        </w:rPr>
        <w:t>Meals</w:t>
      </w:r>
      <w:proofErr w:type="spellEnd"/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1.  El desayuno</w:t>
      </w:r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2.  El almuerzo</w:t>
      </w:r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3.  La cena</w:t>
      </w:r>
    </w:p>
    <w:p w:rsidR="00BC294A" w:rsidRDefault="00BC294A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4.  La merienda</w:t>
      </w:r>
    </w:p>
    <w:p w:rsidR="005C16A1" w:rsidRDefault="005C16A1" w:rsidP="005C16A1">
      <w:pPr>
        <w:spacing w:after="0"/>
        <w:rPr>
          <w:lang w:val="es-ES_tradnl"/>
        </w:rPr>
      </w:pPr>
      <w:r>
        <w:rPr>
          <w:lang w:val="es-ES_tradnl"/>
        </w:rPr>
        <w:t>¿Cómo es tu dieta?</w:t>
      </w:r>
    </w:p>
    <w:p w:rsidR="00A21493" w:rsidRDefault="00A21493" w:rsidP="005C16A1">
      <w:pPr>
        <w:spacing w:after="0"/>
        <w:rPr>
          <w:lang w:val="es-ES_tradnl"/>
        </w:rPr>
      </w:pPr>
      <w:r>
        <w:rPr>
          <w:lang w:val="es-ES_tradnl"/>
        </w:rPr>
        <w:t>¿Qué comías cuando era niño/a?</w:t>
      </w:r>
    </w:p>
    <w:p w:rsidR="005C16A1" w:rsidRDefault="003F2BD8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5.</w:t>
      </w:r>
      <w:r w:rsidR="005C16A1">
        <w:rPr>
          <w:lang w:val="es-ES_tradnl"/>
        </w:rPr>
        <w:t xml:space="preserve"> Balanceado/a</w:t>
      </w:r>
    </w:p>
    <w:p w:rsidR="003F2BD8" w:rsidRDefault="005C16A1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 xml:space="preserve">7. </w:t>
      </w:r>
      <w:r w:rsidR="003F2BD8">
        <w:rPr>
          <w:lang w:val="es-ES_tradnl"/>
        </w:rPr>
        <w:t xml:space="preserve"> Saludable</w:t>
      </w:r>
    </w:p>
    <w:p w:rsidR="005C16A1" w:rsidRDefault="005C16A1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8. Las vitaminas</w:t>
      </w:r>
    </w:p>
    <w:p w:rsidR="005C16A1" w:rsidRDefault="005C16A1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9. La proteína</w:t>
      </w:r>
    </w:p>
    <w:p w:rsidR="005C16A1" w:rsidRDefault="005C16A1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10. Los carbohidratos</w:t>
      </w:r>
    </w:p>
    <w:p w:rsidR="005C16A1" w:rsidRDefault="005C16A1" w:rsidP="000833CB">
      <w:pPr>
        <w:spacing w:after="0"/>
        <w:ind w:left="360"/>
        <w:rPr>
          <w:lang w:val="es-ES_tradnl"/>
        </w:rPr>
      </w:pPr>
      <w:r>
        <w:rPr>
          <w:lang w:val="es-ES_tradnl"/>
        </w:rPr>
        <w:t>11. Los granos</w:t>
      </w:r>
    </w:p>
    <w:p w:rsidR="000657B2" w:rsidRDefault="005C16A1" w:rsidP="000657B2">
      <w:pPr>
        <w:spacing w:after="0"/>
        <w:ind w:left="360"/>
        <w:rPr>
          <w:b/>
          <w:lang w:val="es-ES_tradnl"/>
        </w:rPr>
      </w:pPr>
      <w:r>
        <w:rPr>
          <w:lang w:val="es-ES_tradnl"/>
        </w:rPr>
        <w:t>12. Los lácteos</w:t>
      </w:r>
      <w:r w:rsidR="000657B2" w:rsidRPr="000657B2">
        <w:rPr>
          <w:b/>
          <w:lang w:val="es-ES_tradnl"/>
        </w:rPr>
        <w:t xml:space="preserve"> </w:t>
      </w:r>
    </w:p>
    <w:p w:rsidR="00EC4AE6" w:rsidRDefault="000657B2" w:rsidP="000657B2">
      <w:pPr>
        <w:spacing w:after="0"/>
        <w:ind w:left="360"/>
        <w:rPr>
          <w:lang w:val="es-ES_tradnl"/>
        </w:rPr>
      </w:pPr>
      <w:proofErr w:type="spellStart"/>
      <w:r>
        <w:rPr>
          <w:b/>
          <w:lang w:val="es-ES_tradnl"/>
        </w:rPr>
        <w:lastRenderedPageBreak/>
        <w:t>Body</w:t>
      </w:r>
      <w:proofErr w:type="spellEnd"/>
    </w:p>
    <w:p w:rsidR="00EC4AE6" w:rsidRPr="00741001" w:rsidRDefault="000657B2" w:rsidP="000657B2">
      <w:pPr>
        <w:spacing w:after="0"/>
        <w:rPr>
          <w:lang w:val="es-ES_tradnl"/>
        </w:rPr>
      </w:pPr>
      <w:proofErr w:type="gramStart"/>
      <w:r>
        <w:rPr>
          <w:lang w:val="es-ES_tradnl"/>
        </w:rPr>
        <w:t>¿</w:t>
      </w:r>
      <w:proofErr w:type="gramEnd"/>
      <w:r>
        <w:rPr>
          <w:lang w:val="es-ES_tradnl"/>
        </w:rPr>
        <w:t>Qué te duele(n)</w:t>
      </w:r>
      <w:r w:rsidR="00741001">
        <w:rPr>
          <w:lang w:val="es-ES_tradnl"/>
        </w:rPr>
        <w:t>La cabeza</w:t>
      </w:r>
    </w:p>
    <w:p w:rsidR="00E2759F" w:rsidRDefault="00410A1F" w:rsidP="00410A1F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El pelo</w:t>
      </w:r>
    </w:p>
    <w:p w:rsidR="00410A1F" w:rsidRDefault="00410A1F" w:rsidP="00410A1F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La cara</w:t>
      </w:r>
    </w:p>
    <w:p w:rsidR="00410A1F" w:rsidRDefault="00410A1F" w:rsidP="00410A1F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Los dientes</w:t>
      </w:r>
    </w:p>
    <w:p w:rsidR="00410A1F" w:rsidRDefault="00410A1F" w:rsidP="00410A1F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El cuello</w:t>
      </w:r>
    </w:p>
    <w:p w:rsidR="00410A1F" w:rsidRDefault="00410A1F" w:rsidP="00410A1F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Los ojos</w:t>
      </w:r>
    </w:p>
    <w:p w:rsidR="00410A1F" w:rsidRDefault="00410A1F" w:rsidP="00410A1F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El hombro</w:t>
      </w:r>
    </w:p>
    <w:p w:rsidR="00410A1F" w:rsidRDefault="00410A1F" w:rsidP="00410A1F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El brazo</w:t>
      </w:r>
    </w:p>
    <w:p w:rsidR="00410A1F" w:rsidRDefault="00410A1F" w:rsidP="00410A1F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La mano</w:t>
      </w:r>
    </w:p>
    <w:p w:rsidR="00410A1F" w:rsidRDefault="00410A1F" w:rsidP="00410A1F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La rodilla</w:t>
      </w:r>
    </w:p>
    <w:p w:rsidR="00410A1F" w:rsidRDefault="00410A1F" w:rsidP="00410A1F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La pierna</w:t>
      </w:r>
    </w:p>
    <w:p w:rsidR="00410A1F" w:rsidRDefault="00410A1F" w:rsidP="00410A1F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El tobillo</w:t>
      </w:r>
    </w:p>
    <w:p w:rsidR="00410A1F" w:rsidRDefault="00410A1F" w:rsidP="00410A1F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El estómago</w:t>
      </w:r>
    </w:p>
    <w:p w:rsidR="00410A1F" w:rsidRDefault="00410A1F" w:rsidP="00410A1F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Los pies</w:t>
      </w:r>
    </w:p>
    <w:p w:rsidR="00410A1F" w:rsidRPr="00410A1F" w:rsidRDefault="00410A1F" w:rsidP="00410A1F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El oído</w:t>
      </w:r>
      <w:r w:rsidR="00805182">
        <w:rPr>
          <w:lang w:val="es-ES_tradnl"/>
        </w:rPr>
        <w:t>/La oreja</w:t>
      </w:r>
    </w:p>
    <w:sectPr w:rsidR="00410A1F" w:rsidRPr="00410A1F" w:rsidSect="00F82678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B7794"/>
    <w:multiLevelType w:val="hybridMultilevel"/>
    <w:tmpl w:val="2F484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82562"/>
    <w:multiLevelType w:val="hybridMultilevel"/>
    <w:tmpl w:val="F70C1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79"/>
    <w:rsid w:val="00002886"/>
    <w:rsid w:val="000657B2"/>
    <w:rsid w:val="000833CB"/>
    <w:rsid w:val="000C60F8"/>
    <w:rsid w:val="00152A79"/>
    <w:rsid w:val="003821E3"/>
    <w:rsid w:val="003F2BD8"/>
    <w:rsid w:val="00410A1F"/>
    <w:rsid w:val="0049012E"/>
    <w:rsid w:val="0058797F"/>
    <w:rsid w:val="005C16A1"/>
    <w:rsid w:val="006E722E"/>
    <w:rsid w:val="00741001"/>
    <w:rsid w:val="007B209C"/>
    <w:rsid w:val="00805182"/>
    <w:rsid w:val="00A21493"/>
    <w:rsid w:val="00BC294A"/>
    <w:rsid w:val="00BE1D2E"/>
    <w:rsid w:val="00C14539"/>
    <w:rsid w:val="00CF61EC"/>
    <w:rsid w:val="00D53E0B"/>
    <w:rsid w:val="00E24B48"/>
    <w:rsid w:val="00E2759F"/>
    <w:rsid w:val="00EA6291"/>
    <w:rsid w:val="00EC4AE6"/>
    <w:rsid w:val="00F82678"/>
    <w:rsid w:val="00FD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A79"/>
    <w:pPr>
      <w:ind w:left="720"/>
      <w:contextualSpacing/>
    </w:pPr>
  </w:style>
  <w:style w:type="character" w:customStyle="1" w:styleId="clickable">
    <w:name w:val="clickable"/>
    <w:basedOn w:val="DefaultParagraphFont"/>
    <w:rsid w:val="000028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A79"/>
    <w:pPr>
      <w:ind w:left="720"/>
      <w:contextualSpacing/>
    </w:pPr>
  </w:style>
  <w:style w:type="character" w:customStyle="1" w:styleId="clickable">
    <w:name w:val="clickable"/>
    <w:basedOn w:val="DefaultParagraphFont"/>
    <w:rsid w:val="00002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0AC20-C7D6-4574-8AE0-0FCFDB442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B276C283</Template>
  <TotalTime>108</TotalTime>
  <Pages>3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Mundelein High School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d120admin</dc:creator>
  <cp:lastModifiedBy>Samantha Marrs</cp:lastModifiedBy>
  <cp:revision>20</cp:revision>
  <dcterms:created xsi:type="dcterms:W3CDTF">2012-04-24T19:04:00Z</dcterms:created>
  <dcterms:modified xsi:type="dcterms:W3CDTF">2012-05-21T18:13:00Z</dcterms:modified>
</cp:coreProperties>
</file>